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EED" w:rsidRPr="0036355E" w:rsidRDefault="00DC2EED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27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C2EED" w:rsidRPr="0036355E" w:rsidRDefault="00DC2EED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C2EED" w:rsidRPr="00161E78" w:rsidRDefault="00DC2EED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DC2EED" w:rsidRPr="00161E78" w:rsidRDefault="00DC2EE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DC2EED" w:rsidRPr="00161E78" w:rsidRDefault="00DC2EE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DC2EED" w:rsidRPr="00161E78" w:rsidRDefault="00DC2EED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2EED" w:rsidRPr="00161E78" w:rsidRDefault="00DC2EE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13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DC2EED" w:rsidRPr="00161E78" w:rsidRDefault="00DC2EED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DC2EED" w:rsidRPr="00161E78" w:rsidRDefault="00DC2EED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2EED" w:rsidRDefault="00DC2EED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18 сентября 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52</w:t>
      </w:r>
    </w:p>
    <w:p w:rsidR="00DC2EED" w:rsidRPr="00161E78" w:rsidRDefault="00DC2EED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C2EED" w:rsidRPr="00161E78" w:rsidRDefault="00DC2EED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DC2EED" w:rsidRDefault="00DC2EED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DC2EED" w:rsidRDefault="00DC2EED" w:rsidP="006E5DDE">
      <w:pPr>
        <w:jc w:val="center"/>
        <w:rPr>
          <w:rFonts w:ascii="Times New Roman" w:hAnsi="Times New Roman" w:cs="Times New Roman"/>
        </w:rPr>
      </w:pPr>
    </w:p>
    <w:p w:rsidR="00DC2EED" w:rsidRDefault="00DC2EED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DC2EED" w:rsidRPr="009D58BB">
        <w:trPr>
          <w:trHeight w:val="1097"/>
        </w:trPr>
        <w:tc>
          <w:tcPr>
            <w:tcW w:w="9016" w:type="dxa"/>
          </w:tcPr>
          <w:p w:rsidR="00DC2EED" w:rsidRDefault="00DC2EE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DC2EED" w:rsidRPr="009D58BB" w:rsidRDefault="00DC2EE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C2EED" w:rsidRPr="009D58BB" w:rsidRDefault="00DC2EE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C2EED" w:rsidRPr="00DD5EF6" w:rsidRDefault="00DC2EED" w:rsidP="00FE5F0B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DC2EED" w:rsidRDefault="00DC2EED" w:rsidP="001342D8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Уменьшить ассигнования в сумме 974 000,00 рублей, предусмотренные</w:t>
      </w:r>
      <w:r w:rsidRPr="00C714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DC2EED" w:rsidRDefault="00DC2EED" w:rsidP="001342D8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A65FE7">
        <w:rPr>
          <w:rFonts w:ascii="Times New Roman" w:hAnsi="Times New Roman" w:cs="Times New Roman"/>
          <w:sz w:val="28"/>
          <w:szCs w:val="28"/>
        </w:rPr>
        <w:t>50 2 0019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200 «</w:t>
      </w:r>
      <w:r w:rsidRPr="00A65FE7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FE7">
        <w:rPr>
          <w:rFonts w:ascii="Times New Roman" w:hAnsi="Times New Roman" w:cs="Times New Roman"/>
          <w:sz w:val="28"/>
          <w:szCs w:val="28"/>
        </w:rPr>
        <w:t>нужд</w:t>
      </w:r>
      <w:r>
        <w:rPr>
          <w:rFonts w:ascii="Times New Roman" w:hAnsi="Times New Roman" w:cs="Times New Roman"/>
          <w:sz w:val="28"/>
          <w:szCs w:val="28"/>
        </w:rPr>
        <w:t>» в сумме 60 000 рублей,</w:t>
      </w:r>
    </w:p>
    <w:p w:rsidR="00DC2EED" w:rsidRPr="00E80452" w:rsidRDefault="00DC2EED" w:rsidP="00D75AB7">
      <w:pPr>
        <w:pStyle w:val="ConsNonformat"/>
        <w:widowControl/>
        <w:tabs>
          <w:tab w:val="left" w:pos="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0452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02 «Коммунальное хозяйство»,  целевой статье   65 5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80452">
        <w:rPr>
          <w:rFonts w:ascii="Times New Roman" w:hAnsi="Times New Roman" w:cs="Times New Roman"/>
          <w:sz w:val="28"/>
          <w:szCs w:val="28"/>
        </w:rPr>
        <w:t>018 «Устойчивое развитие сельских территорий Школьненского сельского поселения Белореченского</w:t>
      </w:r>
      <w:r w:rsidRPr="00DD5EF6">
        <w:rPr>
          <w:rFonts w:ascii="Times New Roman" w:hAnsi="Times New Roman" w:cs="Times New Roman"/>
          <w:sz w:val="28"/>
          <w:szCs w:val="28"/>
        </w:rPr>
        <w:t xml:space="preserve"> района на 2014- 2017 годы и на период до 2020 года»</w:t>
      </w:r>
      <w:r>
        <w:rPr>
          <w:rFonts w:ascii="Times New Roman" w:hAnsi="Times New Roman" w:cs="Times New Roman"/>
          <w:sz w:val="28"/>
          <w:szCs w:val="28"/>
        </w:rPr>
        <w:t>, виду расходов 400 «</w:t>
      </w:r>
      <w:r w:rsidRPr="00601627">
        <w:rPr>
          <w:rFonts w:ascii="Times New Roman" w:hAnsi="Times New Roman" w:cs="Times New Roman"/>
          <w:sz w:val="28"/>
          <w:szCs w:val="28"/>
        </w:rPr>
        <w:t>Капитальные вложения в объекты недвижимого имущества государственной (муниципальной)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 w:rsidRPr="00E80452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        914</w:t>
      </w:r>
      <w:r w:rsidRPr="00E80452">
        <w:rPr>
          <w:rFonts w:ascii="Times New Roman" w:hAnsi="Times New Roman" w:cs="Times New Roman"/>
          <w:sz w:val="28"/>
          <w:szCs w:val="28"/>
        </w:rPr>
        <w:t xml:space="preserve"> 000,00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2EED" w:rsidRDefault="00DC2EED" w:rsidP="00D75AB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Увеличить ассигнования в сумме 974 000,00 рублей, предусмотренные</w:t>
      </w:r>
      <w:r w:rsidRPr="00C714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том числе:</w:t>
      </w:r>
      <w:r w:rsidRPr="00D75A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2EED" w:rsidRPr="00601627" w:rsidRDefault="00DC2EED" w:rsidP="00D75AB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 коду раздела, подраздела 01 02 «</w:t>
      </w:r>
      <w:r w:rsidRPr="00D75AB7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D75AB7">
        <w:rPr>
          <w:rFonts w:ascii="Times New Roman" w:hAnsi="Times New Roman" w:cs="Times New Roman"/>
          <w:sz w:val="28"/>
          <w:szCs w:val="28"/>
        </w:rPr>
        <w:t>50 1 0019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75AB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«</w:t>
      </w:r>
      <w:r w:rsidRPr="00601627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627">
        <w:rPr>
          <w:rFonts w:ascii="Times New Roman" w:hAnsi="Times New Roman" w:cs="Times New Roman"/>
          <w:sz w:val="28"/>
          <w:szCs w:val="28"/>
        </w:rPr>
        <w:t>органами, казенными учреждениями, органами управления государственными внебюджетными фондами</w:t>
      </w:r>
      <w:r>
        <w:rPr>
          <w:rFonts w:ascii="Times New Roman" w:hAnsi="Times New Roman" w:cs="Times New Roman"/>
          <w:sz w:val="28"/>
          <w:szCs w:val="28"/>
        </w:rPr>
        <w:t>» в сумме 60 000,00 рублей на заработную плату,</w:t>
      </w:r>
    </w:p>
    <w:p w:rsidR="00DC2EED" w:rsidRDefault="00DC2EED" w:rsidP="00C83D91">
      <w:pPr>
        <w:tabs>
          <w:tab w:val="left" w:pos="0"/>
          <w:tab w:val="left" w:pos="3366"/>
        </w:tabs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08 01 «Культура», целевую статью 59 2 0059 «Расходы на обеспечение деятельности (оказание услуг) муниципальных учреждений»</w:t>
      </w:r>
      <w:r w:rsidRPr="00C8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D0A0F">
        <w:rPr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 xml:space="preserve">  на оказание муниципальн</w:t>
      </w:r>
      <w:r>
        <w:rPr>
          <w:rFonts w:ascii="Times New Roman" w:hAnsi="Times New Roman" w:cs="Times New Roman"/>
          <w:sz w:val="28"/>
          <w:szCs w:val="28"/>
        </w:rPr>
        <w:t>ых услуг в сумме 914 000,00 рублей.</w:t>
      </w:r>
    </w:p>
    <w:p w:rsidR="00DC2EED" w:rsidRDefault="00DC2EED" w:rsidP="00C83D91">
      <w:pPr>
        <w:tabs>
          <w:tab w:val="left" w:pos="0"/>
          <w:tab w:val="left" w:pos="3366"/>
        </w:tabs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Исключить из решения приложение №8</w:t>
      </w:r>
      <w:r w:rsidRPr="00594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</w:t>
      </w:r>
      <w:r w:rsidRPr="0059421D">
        <w:rPr>
          <w:rFonts w:ascii="Times New Roman" w:hAnsi="Times New Roman" w:cs="Times New Roman"/>
          <w:sz w:val="28"/>
          <w:szCs w:val="28"/>
        </w:rPr>
        <w:t>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по объектам в 2015 году</w:t>
      </w:r>
      <w:r>
        <w:rPr>
          <w:rFonts w:ascii="Times New Roman" w:hAnsi="Times New Roman" w:cs="Times New Roman"/>
          <w:sz w:val="28"/>
          <w:szCs w:val="28"/>
        </w:rPr>
        <w:t>».</w:t>
      </w:r>
      <w:r w:rsidRPr="005942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2EED" w:rsidRDefault="00DC2EED" w:rsidP="00C83D91">
      <w:pPr>
        <w:tabs>
          <w:tab w:val="left" w:pos="0"/>
          <w:tab w:val="left" w:pos="3366"/>
        </w:tabs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Считать приложения № 9-10 соответственно приложениями № 8-9.</w:t>
      </w:r>
    </w:p>
    <w:p w:rsidR="00DC2EED" w:rsidRPr="0093387D" w:rsidRDefault="00DC2EED" w:rsidP="00FE5F0B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3387D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4-6, изложив их в новой редакции (прилагаются)</w:t>
      </w:r>
      <w:r w:rsidRPr="0093387D">
        <w:rPr>
          <w:rFonts w:ascii="Times New Roman" w:hAnsi="Times New Roman" w:cs="Times New Roman"/>
          <w:sz w:val="28"/>
          <w:szCs w:val="28"/>
        </w:rPr>
        <w:t>.</w:t>
      </w:r>
    </w:p>
    <w:p w:rsidR="00DC2EED" w:rsidRPr="00DD5EF6" w:rsidRDefault="00DC2EED" w:rsidP="00FE5F0B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DC2EED" w:rsidRDefault="00DC2EED" w:rsidP="00FE5F0B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DC2EED" w:rsidRDefault="00DC2EED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2EED" w:rsidRPr="00DD5EF6" w:rsidRDefault="00DC2EED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2EED" w:rsidRPr="00DD5EF6" w:rsidRDefault="00DC2EED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D5EF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5EF6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</w:t>
      </w:r>
    </w:p>
    <w:p w:rsidR="00DC2EED" w:rsidRDefault="00DC2EED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 В</w:t>
      </w:r>
      <w:r>
        <w:rPr>
          <w:rFonts w:ascii="Times New Roman" w:hAnsi="Times New Roman" w:cs="Times New Roman"/>
          <w:sz w:val="28"/>
          <w:szCs w:val="28"/>
        </w:rPr>
        <w:t>.Н. Лантратов</w:t>
      </w:r>
    </w:p>
    <w:p w:rsidR="00DC2EED" w:rsidRDefault="00DC2EED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C2EED" w:rsidRDefault="00DC2EED" w:rsidP="00271558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C2EED" w:rsidRDefault="00DC2EED" w:rsidP="00C4123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Школьненского сельского поселения</w:t>
      </w:r>
    </w:p>
    <w:p w:rsidR="00DC2EED" w:rsidRDefault="00DC2EED" w:rsidP="00C4123E">
      <w:pPr>
        <w:tabs>
          <w:tab w:val="left" w:pos="900"/>
        </w:tabs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Н.В. Лавриненко</w:t>
      </w:r>
    </w:p>
    <w:p w:rsidR="00DC2EED" w:rsidRDefault="00DC2EED" w:rsidP="00845EA5">
      <w:pPr>
        <w:tabs>
          <w:tab w:val="left" w:pos="900"/>
        </w:tabs>
        <w:rPr>
          <w:sz w:val="28"/>
          <w:szCs w:val="28"/>
        </w:rPr>
      </w:pPr>
    </w:p>
    <w:p w:rsidR="00DC2EED" w:rsidRPr="00DD5EF6" w:rsidRDefault="00DC2EED" w:rsidP="00532012">
      <w:pPr>
        <w:tabs>
          <w:tab w:val="left" w:pos="0"/>
          <w:tab w:val="left" w:pos="900"/>
        </w:tabs>
      </w:pPr>
    </w:p>
    <w:sectPr w:rsidR="00DC2EED" w:rsidRPr="00DD5EF6" w:rsidSect="00427ACA">
      <w:headerReference w:type="default" r:id="rId8"/>
      <w:pgSz w:w="11906" w:h="16838"/>
      <w:pgMar w:top="79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EED" w:rsidRDefault="00DC2EED" w:rsidP="00B57B3B">
      <w:r>
        <w:separator/>
      </w:r>
    </w:p>
  </w:endnote>
  <w:endnote w:type="continuationSeparator" w:id="0">
    <w:p w:rsidR="00DC2EED" w:rsidRDefault="00DC2EED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EED" w:rsidRDefault="00DC2EED" w:rsidP="00B57B3B">
      <w:r>
        <w:separator/>
      </w:r>
    </w:p>
  </w:footnote>
  <w:footnote w:type="continuationSeparator" w:id="0">
    <w:p w:rsidR="00DC2EED" w:rsidRDefault="00DC2EED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EED" w:rsidRPr="003139BC" w:rsidRDefault="00DC2EED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DC2EED" w:rsidRDefault="00DC2EE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5D17"/>
    <w:rsid w:val="00017DF0"/>
    <w:rsid w:val="0002516C"/>
    <w:rsid w:val="00054A0C"/>
    <w:rsid w:val="000555BA"/>
    <w:rsid w:val="000775A2"/>
    <w:rsid w:val="00083738"/>
    <w:rsid w:val="00084484"/>
    <w:rsid w:val="0009154D"/>
    <w:rsid w:val="000925BE"/>
    <w:rsid w:val="000A21CA"/>
    <w:rsid w:val="000A4F4F"/>
    <w:rsid w:val="000A63A2"/>
    <w:rsid w:val="000B0282"/>
    <w:rsid w:val="000B3397"/>
    <w:rsid w:val="000D1831"/>
    <w:rsid w:val="000D36C2"/>
    <w:rsid w:val="000D5EFA"/>
    <w:rsid w:val="000D65D9"/>
    <w:rsid w:val="00111AC0"/>
    <w:rsid w:val="00113750"/>
    <w:rsid w:val="001177DA"/>
    <w:rsid w:val="00126D0D"/>
    <w:rsid w:val="00127418"/>
    <w:rsid w:val="001342D8"/>
    <w:rsid w:val="001410FA"/>
    <w:rsid w:val="0014349A"/>
    <w:rsid w:val="00147537"/>
    <w:rsid w:val="00156AB4"/>
    <w:rsid w:val="00161E78"/>
    <w:rsid w:val="0016416E"/>
    <w:rsid w:val="00164408"/>
    <w:rsid w:val="00166494"/>
    <w:rsid w:val="00167482"/>
    <w:rsid w:val="00167C70"/>
    <w:rsid w:val="00170F63"/>
    <w:rsid w:val="00181EBA"/>
    <w:rsid w:val="001857CD"/>
    <w:rsid w:val="001860AA"/>
    <w:rsid w:val="0019405F"/>
    <w:rsid w:val="00194CE4"/>
    <w:rsid w:val="001A2BB3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210A11"/>
    <w:rsid w:val="00221DB4"/>
    <w:rsid w:val="00233C0A"/>
    <w:rsid w:val="00235F46"/>
    <w:rsid w:val="0023657E"/>
    <w:rsid w:val="00237868"/>
    <w:rsid w:val="002449EE"/>
    <w:rsid w:val="002504D7"/>
    <w:rsid w:val="00253C20"/>
    <w:rsid w:val="00271227"/>
    <w:rsid w:val="00271558"/>
    <w:rsid w:val="002849D9"/>
    <w:rsid w:val="00284D12"/>
    <w:rsid w:val="002942FA"/>
    <w:rsid w:val="002A2BBD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3C10"/>
    <w:rsid w:val="003139BC"/>
    <w:rsid w:val="003153D4"/>
    <w:rsid w:val="00315D3B"/>
    <w:rsid w:val="00316749"/>
    <w:rsid w:val="00327591"/>
    <w:rsid w:val="00327DA8"/>
    <w:rsid w:val="003372C6"/>
    <w:rsid w:val="003542ED"/>
    <w:rsid w:val="00354EBD"/>
    <w:rsid w:val="0036355E"/>
    <w:rsid w:val="003637DC"/>
    <w:rsid w:val="00367577"/>
    <w:rsid w:val="00367F21"/>
    <w:rsid w:val="00371E03"/>
    <w:rsid w:val="00382920"/>
    <w:rsid w:val="00394308"/>
    <w:rsid w:val="00395B22"/>
    <w:rsid w:val="00397A9A"/>
    <w:rsid w:val="003A0C18"/>
    <w:rsid w:val="003A1637"/>
    <w:rsid w:val="003B6688"/>
    <w:rsid w:val="003B7053"/>
    <w:rsid w:val="003C645A"/>
    <w:rsid w:val="003E4804"/>
    <w:rsid w:val="003F181F"/>
    <w:rsid w:val="00410F52"/>
    <w:rsid w:val="0041238D"/>
    <w:rsid w:val="0041759B"/>
    <w:rsid w:val="00420242"/>
    <w:rsid w:val="00427ACA"/>
    <w:rsid w:val="00434016"/>
    <w:rsid w:val="00444314"/>
    <w:rsid w:val="0045431B"/>
    <w:rsid w:val="004618F0"/>
    <w:rsid w:val="0046258A"/>
    <w:rsid w:val="004652CD"/>
    <w:rsid w:val="004678AD"/>
    <w:rsid w:val="00477820"/>
    <w:rsid w:val="004846F0"/>
    <w:rsid w:val="00486674"/>
    <w:rsid w:val="004869BB"/>
    <w:rsid w:val="00493F6D"/>
    <w:rsid w:val="00497319"/>
    <w:rsid w:val="004A02B8"/>
    <w:rsid w:val="004A259A"/>
    <w:rsid w:val="004A7390"/>
    <w:rsid w:val="004B1AB3"/>
    <w:rsid w:val="004D2096"/>
    <w:rsid w:val="004D3AB9"/>
    <w:rsid w:val="004D5228"/>
    <w:rsid w:val="004D694C"/>
    <w:rsid w:val="004E7737"/>
    <w:rsid w:val="004F324E"/>
    <w:rsid w:val="004F39C5"/>
    <w:rsid w:val="004F777E"/>
    <w:rsid w:val="0050053D"/>
    <w:rsid w:val="00505CF9"/>
    <w:rsid w:val="00507A5E"/>
    <w:rsid w:val="00513217"/>
    <w:rsid w:val="0052009A"/>
    <w:rsid w:val="00521F62"/>
    <w:rsid w:val="00530999"/>
    <w:rsid w:val="00532012"/>
    <w:rsid w:val="00535EDA"/>
    <w:rsid w:val="00541885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A6B36"/>
    <w:rsid w:val="005B02F1"/>
    <w:rsid w:val="005C34BC"/>
    <w:rsid w:val="005D6E64"/>
    <w:rsid w:val="005E2006"/>
    <w:rsid w:val="005E3BA4"/>
    <w:rsid w:val="005E7F55"/>
    <w:rsid w:val="005F0BC6"/>
    <w:rsid w:val="005F3F0F"/>
    <w:rsid w:val="00601627"/>
    <w:rsid w:val="006078D7"/>
    <w:rsid w:val="00613DA6"/>
    <w:rsid w:val="006142AF"/>
    <w:rsid w:val="00614C6B"/>
    <w:rsid w:val="00630DD8"/>
    <w:rsid w:val="00640540"/>
    <w:rsid w:val="00651526"/>
    <w:rsid w:val="00654C50"/>
    <w:rsid w:val="00656F80"/>
    <w:rsid w:val="006602EC"/>
    <w:rsid w:val="00665A87"/>
    <w:rsid w:val="00666A4B"/>
    <w:rsid w:val="006719EC"/>
    <w:rsid w:val="00676CA9"/>
    <w:rsid w:val="00687224"/>
    <w:rsid w:val="006A182E"/>
    <w:rsid w:val="006A47E2"/>
    <w:rsid w:val="006B2EAF"/>
    <w:rsid w:val="006C1614"/>
    <w:rsid w:val="006D6DDE"/>
    <w:rsid w:val="006D7277"/>
    <w:rsid w:val="006E5DDE"/>
    <w:rsid w:val="007005AD"/>
    <w:rsid w:val="007010A4"/>
    <w:rsid w:val="00701498"/>
    <w:rsid w:val="00701E65"/>
    <w:rsid w:val="007045D2"/>
    <w:rsid w:val="007048B9"/>
    <w:rsid w:val="007074FA"/>
    <w:rsid w:val="00723EB8"/>
    <w:rsid w:val="007413D2"/>
    <w:rsid w:val="00746BF8"/>
    <w:rsid w:val="007511E8"/>
    <w:rsid w:val="00755BDB"/>
    <w:rsid w:val="00757C2D"/>
    <w:rsid w:val="007630D3"/>
    <w:rsid w:val="00764E8A"/>
    <w:rsid w:val="00765920"/>
    <w:rsid w:val="00767039"/>
    <w:rsid w:val="00767498"/>
    <w:rsid w:val="00777B45"/>
    <w:rsid w:val="00783472"/>
    <w:rsid w:val="007A6B19"/>
    <w:rsid w:val="007B34BE"/>
    <w:rsid w:val="007D289E"/>
    <w:rsid w:val="007D4A9A"/>
    <w:rsid w:val="007D7F0B"/>
    <w:rsid w:val="007E6352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5AC3"/>
    <w:rsid w:val="00816690"/>
    <w:rsid w:val="008209EF"/>
    <w:rsid w:val="00821F12"/>
    <w:rsid w:val="0082327B"/>
    <w:rsid w:val="00830C6E"/>
    <w:rsid w:val="00831316"/>
    <w:rsid w:val="008318BA"/>
    <w:rsid w:val="00835B3F"/>
    <w:rsid w:val="0084153A"/>
    <w:rsid w:val="00843519"/>
    <w:rsid w:val="00845EA5"/>
    <w:rsid w:val="00854DFD"/>
    <w:rsid w:val="00856474"/>
    <w:rsid w:val="00873896"/>
    <w:rsid w:val="00875421"/>
    <w:rsid w:val="00881148"/>
    <w:rsid w:val="00882A64"/>
    <w:rsid w:val="008864DC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6EB1"/>
    <w:rsid w:val="008E12FA"/>
    <w:rsid w:val="008E305D"/>
    <w:rsid w:val="008E4C84"/>
    <w:rsid w:val="008F5BAE"/>
    <w:rsid w:val="00901198"/>
    <w:rsid w:val="009037DC"/>
    <w:rsid w:val="00910611"/>
    <w:rsid w:val="0091129A"/>
    <w:rsid w:val="0092011B"/>
    <w:rsid w:val="009220CE"/>
    <w:rsid w:val="00922148"/>
    <w:rsid w:val="00925652"/>
    <w:rsid w:val="009307A5"/>
    <w:rsid w:val="009319DB"/>
    <w:rsid w:val="0093387D"/>
    <w:rsid w:val="00941035"/>
    <w:rsid w:val="00942409"/>
    <w:rsid w:val="00947449"/>
    <w:rsid w:val="00952021"/>
    <w:rsid w:val="009531FE"/>
    <w:rsid w:val="00957CB9"/>
    <w:rsid w:val="00972EDB"/>
    <w:rsid w:val="00987858"/>
    <w:rsid w:val="009959A2"/>
    <w:rsid w:val="009A223F"/>
    <w:rsid w:val="009A27D5"/>
    <w:rsid w:val="009A79F8"/>
    <w:rsid w:val="009B461D"/>
    <w:rsid w:val="009C061D"/>
    <w:rsid w:val="009C0FAC"/>
    <w:rsid w:val="009C3C44"/>
    <w:rsid w:val="009C4BB7"/>
    <w:rsid w:val="009C6A55"/>
    <w:rsid w:val="009D0AB6"/>
    <w:rsid w:val="009D212E"/>
    <w:rsid w:val="009D4F55"/>
    <w:rsid w:val="009D58BB"/>
    <w:rsid w:val="009D5E71"/>
    <w:rsid w:val="009D6F55"/>
    <w:rsid w:val="009E2A17"/>
    <w:rsid w:val="009E6447"/>
    <w:rsid w:val="009E69D6"/>
    <w:rsid w:val="009E7861"/>
    <w:rsid w:val="009F28C1"/>
    <w:rsid w:val="009F30A2"/>
    <w:rsid w:val="00A14C04"/>
    <w:rsid w:val="00A224F0"/>
    <w:rsid w:val="00A33813"/>
    <w:rsid w:val="00A408B0"/>
    <w:rsid w:val="00A518AB"/>
    <w:rsid w:val="00A60D9F"/>
    <w:rsid w:val="00A60FBD"/>
    <w:rsid w:val="00A65FE7"/>
    <w:rsid w:val="00A674A9"/>
    <w:rsid w:val="00A72975"/>
    <w:rsid w:val="00A927CD"/>
    <w:rsid w:val="00A969F6"/>
    <w:rsid w:val="00AB4F14"/>
    <w:rsid w:val="00AD1D8E"/>
    <w:rsid w:val="00AD5AD8"/>
    <w:rsid w:val="00AD6D7B"/>
    <w:rsid w:val="00AE0B80"/>
    <w:rsid w:val="00AE5C61"/>
    <w:rsid w:val="00AE7999"/>
    <w:rsid w:val="00AF07F8"/>
    <w:rsid w:val="00AF5037"/>
    <w:rsid w:val="00B03D3F"/>
    <w:rsid w:val="00B06201"/>
    <w:rsid w:val="00B13DE0"/>
    <w:rsid w:val="00B314C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39C1"/>
    <w:rsid w:val="00B8734D"/>
    <w:rsid w:val="00B90D79"/>
    <w:rsid w:val="00B93251"/>
    <w:rsid w:val="00B93C4A"/>
    <w:rsid w:val="00B97084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0B4E"/>
    <w:rsid w:val="00BE04DC"/>
    <w:rsid w:val="00BE4009"/>
    <w:rsid w:val="00BE528A"/>
    <w:rsid w:val="00BF35DC"/>
    <w:rsid w:val="00C02739"/>
    <w:rsid w:val="00C1275F"/>
    <w:rsid w:val="00C32E45"/>
    <w:rsid w:val="00C34742"/>
    <w:rsid w:val="00C351E8"/>
    <w:rsid w:val="00C35EE9"/>
    <w:rsid w:val="00C402FB"/>
    <w:rsid w:val="00C4123E"/>
    <w:rsid w:val="00C57BBA"/>
    <w:rsid w:val="00C622E2"/>
    <w:rsid w:val="00C70AF5"/>
    <w:rsid w:val="00C7144F"/>
    <w:rsid w:val="00C83D91"/>
    <w:rsid w:val="00C9011F"/>
    <w:rsid w:val="00C96B0F"/>
    <w:rsid w:val="00CA555A"/>
    <w:rsid w:val="00CB0377"/>
    <w:rsid w:val="00CB06B6"/>
    <w:rsid w:val="00CB33DF"/>
    <w:rsid w:val="00CC2119"/>
    <w:rsid w:val="00CC2F3B"/>
    <w:rsid w:val="00CC652E"/>
    <w:rsid w:val="00CD6630"/>
    <w:rsid w:val="00CD6CEB"/>
    <w:rsid w:val="00CE02C6"/>
    <w:rsid w:val="00CE688A"/>
    <w:rsid w:val="00CF35A0"/>
    <w:rsid w:val="00CF5602"/>
    <w:rsid w:val="00D04F89"/>
    <w:rsid w:val="00D35DB7"/>
    <w:rsid w:val="00D36B4C"/>
    <w:rsid w:val="00D36FFB"/>
    <w:rsid w:val="00D50E4C"/>
    <w:rsid w:val="00D564D9"/>
    <w:rsid w:val="00D57B1F"/>
    <w:rsid w:val="00D61196"/>
    <w:rsid w:val="00D75AB7"/>
    <w:rsid w:val="00D75C69"/>
    <w:rsid w:val="00D76A25"/>
    <w:rsid w:val="00D775B8"/>
    <w:rsid w:val="00D77D2C"/>
    <w:rsid w:val="00D8186A"/>
    <w:rsid w:val="00D861F5"/>
    <w:rsid w:val="00D874A4"/>
    <w:rsid w:val="00D933A2"/>
    <w:rsid w:val="00D96D93"/>
    <w:rsid w:val="00D971DC"/>
    <w:rsid w:val="00DA0532"/>
    <w:rsid w:val="00DB3363"/>
    <w:rsid w:val="00DB7F2B"/>
    <w:rsid w:val="00DC2EED"/>
    <w:rsid w:val="00DC3677"/>
    <w:rsid w:val="00DC67B8"/>
    <w:rsid w:val="00DC7B4C"/>
    <w:rsid w:val="00DD5EF6"/>
    <w:rsid w:val="00DE2915"/>
    <w:rsid w:val="00DF61AC"/>
    <w:rsid w:val="00E00097"/>
    <w:rsid w:val="00E033F2"/>
    <w:rsid w:val="00E04B88"/>
    <w:rsid w:val="00E218DB"/>
    <w:rsid w:val="00E32359"/>
    <w:rsid w:val="00E3589D"/>
    <w:rsid w:val="00E4290A"/>
    <w:rsid w:val="00E43032"/>
    <w:rsid w:val="00E5128B"/>
    <w:rsid w:val="00E5217E"/>
    <w:rsid w:val="00E617FC"/>
    <w:rsid w:val="00E6529E"/>
    <w:rsid w:val="00E66445"/>
    <w:rsid w:val="00E66B79"/>
    <w:rsid w:val="00E66CCA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C4EAD"/>
    <w:rsid w:val="00ED4917"/>
    <w:rsid w:val="00EF190B"/>
    <w:rsid w:val="00EF5F68"/>
    <w:rsid w:val="00F03BF2"/>
    <w:rsid w:val="00F06F66"/>
    <w:rsid w:val="00F070A5"/>
    <w:rsid w:val="00F11011"/>
    <w:rsid w:val="00F1252E"/>
    <w:rsid w:val="00F1354C"/>
    <w:rsid w:val="00F15F05"/>
    <w:rsid w:val="00F2294B"/>
    <w:rsid w:val="00F24538"/>
    <w:rsid w:val="00F31FC6"/>
    <w:rsid w:val="00F3336D"/>
    <w:rsid w:val="00F36A98"/>
    <w:rsid w:val="00F36BF8"/>
    <w:rsid w:val="00F406C3"/>
    <w:rsid w:val="00F4292D"/>
    <w:rsid w:val="00F47A9E"/>
    <w:rsid w:val="00F60ECA"/>
    <w:rsid w:val="00F658E0"/>
    <w:rsid w:val="00F718C8"/>
    <w:rsid w:val="00F728A4"/>
    <w:rsid w:val="00F73150"/>
    <w:rsid w:val="00F8327A"/>
    <w:rsid w:val="00F843BF"/>
    <w:rsid w:val="00F90BD5"/>
    <w:rsid w:val="00F91EB5"/>
    <w:rsid w:val="00F92F66"/>
    <w:rsid w:val="00FA4C15"/>
    <w:rsid w:val="00FB2285"/>
    <w:rsid w:val="00FC41DD"/>
    <w:rsid w:val="00FC5DE3"/>
    <w:rsid w:val="00FC7B45"/>
    <w:rsid w:val="00FC7BB3"/>
    <w:rsid w:val="00FD0AC5"/>
    <w:rsid w:val="00FD6413"/>
    <w:rsid w:val="00FE2F28"/>
    <w:rsid w:val="00FE3117"/>
    <w:rsid w:val="00FE4033"/>
    <w:rsid w:val="00FE5B63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69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560</TotalTime>
  <Pages>2</Pages>
  <Words>921</Words>
  <Characters>5254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User1</cp:lastModifiedBy>
  <cp:revision>30</cp:revision>
  <cp:lastPrinted>2015-09-18T11:28:00Z</cp:lastPrinted>
  <dcterms:created xsi:type="dcterms:W3CDTF">2015-01-21T15:24:00Z</dcterms:created>
  <dcterms:modified xsi:type="dcterms:W3CDTF">2015-09-18T11:28:00Z</dcterms:modified>
</cp:coreProperties>
</file>